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487B69F1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B1921">
        <w:rPr>
          <w:rFonts w:ascii="Corbel" w:hAnsi="Corbel"/>
          <w:i/>
          <w:smallCaps/>
          <w:sz w:val="24"/>
          <w:szCs w:val="24"/>
        </w:rPr>
        <w:t>2023-2028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48275BBB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8B1921">
        <w:rPr>
          <w:rFonts w:ascii="Corbel" w:hAnsi="Corbel"/>
          <w:sz w:val="20"/>
          <w:szCs w:val="20"/>
        </w:rPr>
        <w:t>2027/28</w:t>
      </w:r>
    </w:p>
    <w:p w14:paraId="06BFB0DF" w14:textId="2BE23FBB" w:rsidR="0085747A" w:rsidRDefault="0085747A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E29306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B1921" w:rsidRPr="009C54AE" w14:paraId="4601A21E" w14:textId="77777777" w:rsidTr="00D416B5">
        <w:tc>
          <w:tcPr>
            <w:tcW w:w="2694" w:type="dxa"/>
            <w:vAlign w:val="center"/>
          </w:tcPr>
          <w:p w14:paraId="602EF783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DA4E7C" w14:textId="77777777" w:rsidR="008B1921" w:rsidRPr="005D17AF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D17AF">
              <w:rPr>
                <w:rFonts w:ascii="Corbel" w:hAnsi="Corbel"/>
                <w:sz w:val="24"/>
                <w:szCs w:val="24"/>
              </w:rPr>
              <w:t>Ubezpieczenia społeczne</w:t>
            </w:r>
          </w:p>
        </w:tc>
      </w:tr>
      <w:tr w:rsidR="008B1921" w:rsidRPr="009C54AE" w14:paraId="06CF0DF4" w14:textId="77777777" w:rsidTr="00D416B5">
        <w:tc>
          <w:tcPr>
            <w:tcW w:w="2694" w:type="dxa"/>
            <w:vAlign w:val="center"/>
          </w:tcPr>
          <w:p w14:paraId="47B54625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50CCD7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B1921" w:rsidRPr="009C54AE" w14:paraId="0A4A6AC0" w14:textId="77777777" w:rsidTr="00D416B5">
        <w:tc>
          <w:tcPr>
            <w:tcW w:w="2694" w:type="dxa"/>
            <w:vAlign w:val="center"/>
          </w:tcPr>
          <w:p w14:paraId="505705CF" w14:textId="77777777" w:rsidR="008B1921" w:rsidRPr="009C54AE" w:rsidRDefault="008B1921" w:rsidP="00D416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86AA92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1921" w:rsidRPr="009C54AE" w14:paraId="1680A2EE" w14:textId="77777777" w:rsidTr="00D416B5">
        <w:tc>
          <w:tcPr>
            <w:tcW w:w="2694" w:type="dxa"/>
            <w:vAlign w:val="center"/>
          </w:tcPr>
          <w:p w14:paraId="63EDF4B5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D19CFF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Instytutu Nauk Prawnych </w:t>
            </w:r>
          </w:p>
        </w:tc>
      </w:tr>
      <w:tr w:rsidR="008B1921" w:rsidRPr="009C54AE" w14:paraId="05D764D8" w14:textId="77777777" w:rsidTr="00D416B5">
        <w:tc>
          <w:tcPr>
            <w:tcW w:w="2694" w:type="dxa"/>
            <w:vAlign w:val="center"/>
          </w:tcPr>
          <w:p w14:paraId="5FF73217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498DF3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8B1921" w:rsidRPr="009C54AE" w14:paraId="28469B7E" w14:textId="77777777" w:rsidTr="00D416B5">
        <w:tc>
          <w:tcPr>
            <w:tcW w:w="2694" w:type="dxa"/>
            <w:vAlign w:val="center"/>
          </w:tcPr>
          <w:p w14:paraId="33446379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A8EADA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B1921" w:rsidRPr="009C54AE" w14:paraId="75D96E21" w14:textId="77777777" w:rsidTr="00D416B5">
        <w:tc>
          <w:tcPr>
            <w:tcW w:w="2694" w:type="dxa"/>
            <w:vAlign w:val="center"/>
          </w:tcPr>
          <w:p w14:paraId="37C7F2A3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B42418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B1921" w:rsidRPr="009C54AE" w14:paraId="7D3B724A" w14:textId="77777777" w:rsidTr="00D416B5">
        <w:tc>
          <w:tcPr>
            <w:tcW w:w="2694" w:type="dxa"/>
            <w:vAlign w:val="center"/>
          </w:tcPr>
          <w:p w14:paraId="3162D7C8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FCEDCC" w14:textId="5F99E047" w:rsidR="008B1921" w:rsidRPr="009C54AE" w:rsidRDefault="00611229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B192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1921" w:rsidRPr="009C54AE" w14:paraId="0B4689CE" w14:textId="77777777" w:rsidTr="00D416B5">
        <w:tc>
          <w:tcPr>
            <w:tcW w:w="2694" w:type="dxa"/>
            <w:vAlign w:val="center"/>
          </w:tcPr>
          <w:p w14:paraId="6C9C7026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88757F7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V rok  IX semestr   </w:t>
            </w:r>
          </w:p>
        </w:tc>
      </w:tr>
      <w:tr w:rsidR="008B1921" w:rsidRPr="009C54AE" w14:paraId="4BA5B516" w14:textId="77777777" w:rsidTr="00D416B5">
        <w:tc>
          <w:tcPr>
            <w:tcW w:w="2694" w:type="dxa"/>
            <w:vAlign w:val="center"/>
          </w:tcPr>
          <w:p w14:paraId="2C216CF8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5E245D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8B1921" w:rsidRPr="009C54AE" w14:paraId="182A1208" w14:textId="77777777" w:rsidTr="00D416B5">
        <w:tc>
          <w:tcPr>
            <w:tcW w:w="2694" w:type="dxa"/>
            <w:vAlign w:val="center"/>
          </w:tcPr>
          <w:p w14:paraId="2F20FAC3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0E8A7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1921" w:rsidRPr="009C54AE" w14:paraId="5C5D994F" w14:textId="77777777" w:rsidTr="00D416B5">
        <w:tc>
          <w:tcPr>
            <w:tcW w:w="2694" w:type="dxa"/>
            <w:vAlign w:val="center"/>
          </w:tcPr>
          <w:p w14:paraId="21027BB3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503DBE" w14:textId="77777777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8B1921" w:rsidRPr="009C54AE" w14:paraId="30136E9B" w14:textId="77777777" w:rsidTr="00D416B5">
        <w:tc>
          <w:tcPr>
            <w:tcW w:w="2694" w:type="dxa"/>
            <w:vAlign w:val="center"/>
          </w:tcPr>
          <w:p w14:paraId="0DCF4C23" w14:textId="77777777" w:rsidR="008B1921" w:rsidRPr="009C54AE" w:rsidRDefault="008B1921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A8856C" w14:textId="6C24EE88" w:rsidR="008B1921" w:rsidRPr="009C54AE" w:rsidRDefault="008B192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Michał Skóra</w:t>
            </w:r>
          </w:p>
        </w:tc>
      </w:tr>
    </w:tbl>
    <w:p w14:paraId="7486F923" w14:textId="77777777" w:rsidR="008B1921" w:rsidRPr="009C54AE" w:rsidRDefault="008B1921" w:rsidP="008B192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910A2D5" w14:textId="77777777" w:rsidR="008B1921" w:rsidRPr="009C54AE" w:rsidRDefault="008B1921" w:rsidP="008B192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43AD9C" w14:textId="77777777" w:rsidR="008B1921" w:rsidRPr="009C54AE" w:rsidRDefault="008B1921" w:rsidP="008B192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567E042" w14:textId="77777777" w:rsidR="008B1921" w:rsidRPr="009C54AE" w:rsidRDefault="008B1921" w:rsidP="008B192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B1921" w:rsidRPr="009C54AE" w14:paraId="11F2B84B" w14:textId="77777777" w:rsidTr="00D416B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32B9" w14:textId="77777777" w:rsidR="008B1921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48DA884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6AA78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68140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7546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4F68A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EC91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A47BF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F58C1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CD34F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34674" w14:textId="77777777" w:rsidR="008B1921" w:rsidRPr="009C54AE" w:rsidRDefault="008B1921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B1921" w:rsidRPr="009C54AE" w14:paraId="6B60C139" w14:textId="77777777" w:rsidTr="00D416B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DB28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5311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7C3C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C119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9181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EF42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984E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E6AB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EEB09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ABF6" w14:textId="77777777" w:rsidR="008B1921" w:rsidRPr="009C54AE" w:rsidRDefault="008B1921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E1A522" w14:textId="77777777" w:rsidR="008B1921" w:rsidRPr="009C54AE" w:rsidRDefault="008B1921" w:rsidP="008B192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890C40" w14:textId="77777777" w:rsidR="008B1921" w:rsidRPr="009C54AE" w:rsidRDefault="008B1921" w:rsidP="008B192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A7D9AE" w14:textId="77777777" w:rsidR="008B1921" w:rsidRPr="009C54AE" w:rsidRDefault="008B1921" w:rsidP="008B192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656A74D" w14:textId="77777777" w:rsidR="008B1921" w:rsidRPr="009C54AE" w:rsidRDefault="008B1921" w:rsidP="008B1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55D0C91" w14:textId="77777777" w:rsidR="008B1921" w:rsidRPr="009C54AE" w:rsidRDefault="008B1921" w:rsidP="008B1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B7D71D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C45578" w14:textId="77777777" w:rsidR="008B1921" w:rsidRPr="009C54AE" w:rsidRDefault="008B1921" w:rsidP="008B192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CC0755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270F9F95" w14:textId="77777777" w:rsidR="008B1921" w:rsidRDefault="008B1921" w:rsidP="008B19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69D971" w14:textId="77777777" w:rsidR="008B1921" w:rsidRDefault="008B1921" w:rsidP="008B19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C79461" w14:textId="77777777" w:rsidR="008B1921" w:rsidRDefault="008B1921" w:rsidP="008B192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393F5EE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B1921" w:rsidRPr="009C54AE" w14:paraId="7D7DB2CC" w14:textId="77777777" w:rsidTr="00D416B5">
        <w:tc>
          <w:tcPr>
            <w:tcW w:w="9670" w:type="dxa"/>
          </w:tcPr>
          <w:p w14:paraId="5E4E50C6" w14:textId="77777777" w:rsidR="008B1921" w:rsidRPr="009C54AE" w:rsidRDefault="008B1921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prawa pracy.</w:t>
            </w:r>
          </w:p>
        </w:tc>
      </w:tr>
    </w:tbl>
    <w:p w14:paraId="5A412828" w14:textId="77777777" w:rsidR="008B1921" w:rsidRDefault="008B1921" w:rsidP="008B1921">
      <w:pPr>
        <w:pStyle w:val="Punktygwne"/>
        <w:spacing w:before="0" w:after="0"/>
        <w:rPr>
          <w:rFonts w:ascii="Corbel" w:hAnsi="Corbel"/>
          <w:szCs w:val="24"/>
        </w:rPr>
      </w:pPr>
    </w:p>
    <w:p w14:paraId="10AE5DAD" w14:textId="77777777" w:rsidR="008B1921" w:rsidRPr="00C05F44" w:rsidRDefault="008B1921" w:rsidP="008B192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C4C72D8" w14:textId="77777777" w:rsidR="008B1921" w:rsidRPr="00C05F44" w:rsidRDefault="008B1921" w:rsidP="008B1921">
      <w:pPr>
        <w:pStyle w:val="Punktygwne"/>
        <w:spacing w:before="0" w:after="0"/>
        <w:rPr>
          <w:rFonts w:ascii="Corbel" w:hAnsi="Corbel"/>
          <w:szCs w:val="24"/>
        </w:rPr>
      </w:pPr>
    </w:p>
    <w:p w14:paraId="6BDE7666" w14:textId="77777777" w:rsidR="008B1921" w:rsidRDefault="008B1921" w:rsidP="008B192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0710E28" w14:textId="77777777" w:rsidR="008B1921" w:rsidRPr="009C54AE" w:rsidRDefault="008B1921" w:rsidP="008B192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B1921" w:rsidRPr="009C54AE" w14:paraId="71979BF6" w14:textId="77777777" w:rsidTr="00D416B5">
        <w:tc>
          <w:tcPr>
            <w:tcW w:w="844" w:type="dxa"/>
            <w:vAlign w:val="center"/>
          </w:tcPr>
          <w:p w14:paraId="1C38EBFA" w14:textId="77777777" w:rsidR="008B1921" w:rsidRPr="009C54AE" w:rsidRDefault="008B1921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EC18852" w14:textId="77777777" w:rsidR="008B1921" w:rsidRPr="009C54AE" w:rsidRDefault="008B1921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studenta z normami prawnymi  oraz aktualnym orzecznictwem sądowym  z zakresu ubezpieczeń społecznych. </w:t>
            </w:r>
          </w:p>
        </w:tc>
      </w:tr>
      <w:tr w:rsidR="008B1921" w:rsidRPr="009C54AE" w14:paraId="63E809F2" w14:textId="77777777" w:rsidTr="00D416B5">
        <w:tc>
          <w:tcPr>
            <w:tcW w:w="844" w:type="dxa"/>
            <w:vAlign w:val="center"/>
          </w:tcPr>
          <w:p w14:paraId="604714F7" w14:textId="77777777" w:rsidR="008B1921" w:rsidRPr="009C54AE" w:rsidRDefault="008B1921" w:rsidP="00D416B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1FC3773" w14:textId="77777777" w:rsidR="008B1921" w:rsidRPr="009C54AE" w:rsidRDefault="008B1921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powinien uzyskać podstawowe umiejętności samodzielnego rozwiązywania problemów z zakresu ubezpieczeń społecznych.</w:t>
            </w:r>
          </w:p>
        </w:tc>
      </w:tr>
      <w:tr w:rsidR="008B1921" w:rsidRPr="009C54AE" w14:paraId="0B631CA5" w14:textId="77777777" w:rsidTr="00D416B5">
        <w:trPr>
          <w:trHeight w:val="719"/>
        </w:trPr>
        <w:tc>
          <w:tcPr>
            <w:tcW w:w="844" w:type="dxa"/>
            <w:vAlign w:val="center"/>
          </w:tcPr>
          <w:p w14:paraId="57D27A94" w14:textId="77777777" w:rsidR="008B1921" w:rsidRDefault="008B1921" w:rsidP="00D416B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9661B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14:paraId="40B56EA9" w14:textId="77777777" w:rsidR="008B1921" w:rsidRPr="0069661B" w:rsidRDefault="008B1921" w:rsidP="00D416B5">
            <w:pPr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>
              <w:rPr>
                <w:rFonts w:ascii="Corbel" w:hAnsi="Corbel"/>
              </w:rPr>
              <w:t>P</w:t>
            </w:r>
            <w:r w:rsidRPr="0069661B">
              <w:rPr>
                <w:rFonts w:ascii="Corbel" w:hAnsi="Corbel"/>
              </w:rPr>
              <w:t>rzygotowanie studenta do interpretowania i rozumienia wiedzy dotyczącej ubezpieczeń społecznych i zdrowotnych</w:t>
            </w:r>
          </w:p>
        </w:tc>
      </w:tr>
    </w:tbl>
    <w:p w14:paraId="744E91D9" w14:textId="77777777" w:rsidR="008B1921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3E1C9C" w14:textId="77777777" w:rsidR="008B1921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DC3A01" w14:textId="77777777" w:rsidR="008B1921" w:rsidRPr="009C54AE" w:rsidRDefault="008B1921" w:rsidP="008B192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DAA0E15" w14:textId="77777777" w:rsidR="008B1921" w:rsidRPr="009C54AE" w:rsidRDefault="008B1921" w:rsidP="008B192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B1921" w:rsidRPr="009C54AE" w14:paraId="29779199" w14:textId="77777777" w:rsidTr="00D416B5">
        <w:tc>
          <w:tcPr>
            <w:tcW w:w="1701" w:type="dxa"/>
            <w:vAlign w:val="center"/>
          </w:tcPr>
          <w:p w14:paraId="6FEB0DAC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7787BB8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42EFB9D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B1921" w:rsidRPr="009C54AE" w14:paraId="1A473E10" w14:textId="77777777" w:rsidTr="00D416B5">
        <w:tc>
          <w:tcPr>
            <w:tcW w:w="1701" w:type="dxa"/>
          </w:tcPr>
          <w:p w14:paraId="6B197312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60673C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źródeł i instytucji polskiego systemu ubezpieczeń społecznych </w:t>
            </w:r>
          </w:p>
        </w:tc>
        <w:tc>
          <w:tcPr>
            <w:tcW w:w="1873" w:type="dxa"/>
          </w:tcPr>
          <w:p w14:paraId="6F653FA3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B1921" w:rsidRPr="009C54AE" w14:paraId="3F72860E" w14:textId="77777777" w:rsidTr="00D416B5">
        <w:tc>
          <w:tcPr>
            <w:tcW w:w="1701" w:type="dxa"/>
          </w:tcPr>
          <w:p w14:paraId="3A24AA61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BA9186A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stanowienia ubezpieczeń społecznych.</w:t>
            </w:r>
          </w:p>
        </w:tc>
        <w:tc>
          <w:tcPr>
            <w:tcW w:w="1873" w:type="dxa"/>
          </w:tcPr>
          <w:p w14:paraId="111A77CC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B1921" w:rsidRPr="009C54AE" w14:paraId="50290D2B" w14:textId="77777777" w:rsidTr="00D416B5">
        <w:tc>
          <w:tcPr>
            <w:tcW w:w="1701" w:type="dxa"/>
          </w:tcPr>
          <w:p w14:paraId="278DA2BA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FA872AA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 ubezpieczeń społecznych.</w:t>
            </w:r>
          </w:p>
        </w:tc>
        <w:tc>
          <w:tcPr>
            <w:tcW w:w="1873" w:type="dxa"/>
          </w:tcPr>
          <w:p w14:paraId="7C43CD54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B1921" w:rsidRPr="009C54AE" w14:paraId="4C1CE193" w14:textId="77777777" w:rsidTr="00D416B5">
        <w:tc>
          <w:tcPr>
            <w:tcW w:w="1701" w:type="dxa"/>
          </w:tcPr>
          <w:p w14:paraId="51EB1BFD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39D8BEE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zasad i norm etycznych oraz etyki zawodowej, ze szczególnym uwzględnieniem prawa ubezpieczeń społecznych.</w:t>
            </w:r>
          </w:p>
        </w:tc>
        <w:tc>
          <w:tcPr>
            <w:tcW w:w="1873" w:type="dxa"/>
          </w:tcPr>
          <w:p w14:paraId="0E0E0D32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B1921" w:rsidRPr="009C54AE" w14:paraId="4AD20EF1" w14:textId="77777777" w:rsidTr="00D416B5">
        <w:tc>
          <w:tcPr>
            <w:tcW w:w="1701" w:type="dxa"/>
          </w:tcPr>
          <w:p w14:paraId="0B0696E7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6D7CEDF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znaczenie norm i stosunków prawnych dotyczących prawa ubezpieczeń społecznych.</w:t>
            </w:r>
          </w:p>
        </w:tc>
        <w:tc>
          <w:tcPr>
            <w:tcW w:w="1873" w:type="dxa"/>
          </w:tcPr>
          <w:p w14:paraId="70280844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B1921" w:rsidRPr="009C54AE" w14:paraId="23EE782D" w14:textId="77777777" w:rsidTr="00D416B5">
        <w:tc>
          <w:tcPr>
            <w:tcW w:w="1701" w:type="dxa"/>
          </w:tcPr>
          <w:p w14:paraId="7793FF4D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3B61F51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relacje między prawem ubezpieczeń społecznych a innymi gałęziami prawa.</w:t>
            </w:r>
          </w:p>
        </w:tc>
        <w:tc>
          <w:tcPr>
            <w:tcW w:w="1873" w:type="dxa"/>
          </w:tcPr>
          <w:p w14:paraId="7CDC2117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B1921" w:rsidRPr="009C54AE" w14:paraId="07194B4A" w14:textId="77777777" w:rsidTr="00D416B5">
        <w:tc>
          <w:tcPr>
            <w:tcW w:w="1701" w:type="dxa"/>
          </w:tcPr>
          <w:p w14:paraId="0E8523E7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4BF0852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sprawnie posługiwać się przepisami z zakresu ubezpieczeń społecznych i interpretować 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z wykorzystaniem języka prawniczego.</w:t>
            </w:r>
          </w:p>
        </w:tc>
        <w:tc>
          <w:tcPr>
            <w:tcW w:w="1873" w:type="dxa"/>
          </w:tcPr>
          <w:p w14:paraId="4FAEFC7E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B1921" w:rsidRPr="009C54AE" w14:paraId="56B6E9B2" w14:textId="77777777" w:rsidTr="00D416B5">
        <w:tc>
          <w:tcPr>
            <w:tcW w:w="1701" w:type="dxa"/>
          </w:tcPr>
          <w:p w14:paraId="7069FD5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2D29F4CA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dotyczącego ubezpieczeń społecznych do normy lub norm prawnych.</w:t>
            </w:r>
          </w:p>
        </w:tc>
        <w:tc>
          <w:tcPr>
            <w:tcW w:w="1873" w:type="dxa"/>
          </w:tcPr>
          <w:p w14:paraId="3DA0A3C1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B1921" w:rsidRPr="009C54AE" w14:paraId="5C86C811" w14:textId="77777777" w:rsidTr="00D416B5">
        <w:tc>
          <w:tcPr>
            <w:tcW w:w="1701" w:type="dxa"/>
          </w:tcPr>
          <w:p w14:paraId="42302F8D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4D9CFE8D" w14:textId="77777777" w:rsidR="008B1921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przygotowania prac pisemnych dotyczących określonych zagadnień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problemów prawnych z zakresu ubezpieczeń społecznych. </w:t>
            </w:r>
          </w:p>
        </w:tc>
        <w:tc>
          <w:tcPr>
            <w:tcW w:w="1873" w:type="dxa"/>
          </w:tcPr>
          <w:p w14:paraId="1ADE4842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8B1921" w:rsidRPr="009C54AE" w14:paraId="641F07D5" w14:textId="77777777" w:rsidTr="00D416B5">
        <w:tc>
          <w:tcPr>
            <w:tcW w:w="1701" w:type="dxa"/>
          </w:tcPr>
          <w:p w14:paraId="39B627F1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1C271461" w14:textId="77777777" w:rsidR="008B1921" w:rsidRPr="009C54AE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życie, z uwzględnieniem prawa ubezpieczeń społecznych.</w:t>
            </w:r>
          </w:p>
        </w:tc>
        <w:tc>
          <w:tcPr>
            <w:tcW w:w="1873" w:type="dxa"/>
          </w:tcPr>
          <w:p w14:paraId="2245A030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8B1921" w:rsidRPr="009C54AE" w14:paraId="5D624720" w14:textId="77777777" w:rsidTr="00D416B5">
        <w:tc>
          <w:tcPr>
            <w:tcW w:w="1701" w:type="dxa"/>
          </w:tcPr>
          <w:p w14:paraId="157C71A4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EK_11</w:t>
            </w:r>
          </w:p>
        </w:tc>
        <w:tc>
          <w:tcPr>
            <w:tcW w:w="6096" w:type="dxa"/>
          </w:tcPr>
          <w:p w14:paraId="62204C56" w14:textId="77777777" w:rsidR="008B1921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prawa ubezpieczeń społecznych.</w:t>
            </w:r>
          </w:p>
        </w:tc>
        <w:tc>
          <w:tcPr>
            <w:tcW w:w="1873" w:type="dxa"/>
          </w:tcPr>
          <w:p w14:paraId="0C1D5C15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8B1921" w:rsidRPr="009C54AE" w14:paraId="53334DC7" w14:textId="77777777" w:rsidTr="00D416B5">
        <w:tc>
          <w:tcPr>
            <w:tcW w:w="1701" w:type="dxa"/>
          </w:tcPr>
          <w:p w14:paraId="1E4F8AF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6C93E91E" w14:textId="77777777" w:rsidR="008B1921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konieczność stosowania etycznych zasad w życiu zawodowym prawnika, z uwzględnieniem prawa ubezpieczeń społecznych.</w:t>
            </w:r>
          </w:p>
        </w:tc>
        <w:tc>
          <w:tcPr>
            <w:tcW w:w="1873" w:type="dxa"/>
          </w:tcPr>
          <w:p w14:paraId="0163229B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8B1921" w:rsidRPr="009C54AE" w14:paraId="5F121F67" w14:textId="77777777" w:rsidTr="00D416B5">
        <w:tc>
          <w:tcPr>
            <w:tcW w:w="1701" w:type="dxa"/>
          </w:tcPr>
          <w:p w14:paraId="723BB158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770F7167" w14:textId="77777777" w:rsidR="008B1921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i ma świadomość potrzeby podejmowania działań na rzecz zwiększania poziomu społecznej świadomości prawnej ze szczególnym uwzględnieniem prawa ubezpieczeń społecznych.</w:t>
            </w:r>
          </w:p>
        </w:tc>
        <w:tc>
          <w:tcPr>
            <w:tcW w:w="1873" w:type="dxa"/>
          </w:tcPr>
          <w:p w14:paraId="267E871D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8B1921" w:rsidRPr="009C54AE" w14:paraId="1599867A" w14:textId="77777777" w:rsidTr="00D416B5">
        <w:tc>
          <w:tcPr>
            <w:tcW w:w="1701" w:type="dxa"/>
          </w:tcPr>
          <w:p w14:paraId="554B9147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4F1128FC" w14:textId="77777777" w:rsidR="008B1921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i krytycznie uzupełniać wiedzę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z zakresu ubezpieczeń społecznych.</w:t>
            </w:r>
          </w:p>
        </w:tc>
        <w:tc>
          <w:tcPr>
            <w:tcW w:w="1873" w:type="dxa"/>
          </w:tcPr>
          <w:p w14:paraId="605E1D5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8B1921" w:rsidRPr="009C54AE" w14:paraId="01854EAC" w14:textId="77777777" w:rsidTr="00D416B5">
        <w:tc>
          <w:tcPr>
            <w:tcW w:w="1701" w:type="dxa"/>
          </w:tcPr>
          <w:p w14:paraId="3DC8BC4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58ECC8D6" w14:textId="77777777" w:rsidR="008B1921" w:rsidRDefault="008B1921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Szanuje różne poglądy i postawy.</w:t>
            </w:r>
          </w:p>
        </w:tc>
        <w:tc>
          <w:tcPr>
            <w:tcW w:w="1873" w:type="dxa"/>
          </w:tcPr>
          <w:p w14:paraId="0EE1A50B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7227CE62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2584C1" w14:textId="77777777" w:rsidR="008B1921" w:rsidRPr="009C54AE" w:rsidRDefault="008B1921" w:rsidP="008B192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662CEEF" w14:textId="77777777" w:rsidR="008B1921" w:rsidRPr="009C54AE" w:rsidRDefault="008B1921" w:rsidP="008B192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A9732D" w14:textId="77777777" w:rsidR="008B1921" w:rsidRPr="009C54AE" w:rsidRDefault="008B1921" w:rsidP="008B192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B1921" w:rsidRPr="009C54AE" w14:paraId="153BA009" w14:textId="77777777" w:rsidTr="00D416B5">
        <w:tc>
          <w:tcPr>
            <w:tcW w:w="9520" w:type="dxa"/>
          </w:tcPr>
          <w:p w14:paraId="1AB462B6" w14:textId="77777777" w:rsidR="008B1921" w:rsidRPr="009C54AE" w:rsidRDefault="008B1921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1921" w:rsidRPr="009C54AE" w14:paraId="15A35112" w14:textId="77777777" w:rsidTr="00D416B5">
        <w:tc>
          <w:tcPr>
            <w:tcW w:w="9520" w:type="dxa"/>
          </w:tcPr>
          <w:p w14:paraId="2B772A6D" w14:textId="77777777" w:rsidR="008B1921" w:rsidRPr="009C54AE" w:rsidRDefault="008B1921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569DF3B" w14:textId="77777777" w:rsidR="008B1921" w:rsidRPr="009C54AE" w:rsidRDefault="008B1921" w:rsidP="008B1921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59D0C" w14:textId="77777777" w:rsidR="008B1921" w:rsidRDefault="008B1921" w:rsidP="008B192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9463A">
        <w:rPr>
          <w:rFonts w:ascii="Corbel" w:hAnsi="Corbel"/>
          <w:sz w:val="24"/>
          <w:szCs w:val="24"/>
        </w:rPr>
        <w:t>Problematyka ćwiczeń</w:t>
      </w:r>
      <w:r>
        <w:rPr>
          <w:rFonts w:ascii="Corbel" w:hAnsi="Corbel"/>
          <w:sz w:val="24"/>
          <w:szCs w:val="24"/>
        </w:rPr>
        <w:t xml:space="preserve"> </w:t>
      </w:r>
      <w:r w:rsidRPr="00A9463A">
        <w:rPr>
          <w:rFonts w:ascii="Corbel" w:hAnsi="Corbel"/>
          <w:sz w:val="24"/>
          <w:szCs w:val="24"/>
        </w:rPr>
        <w:t>konwersatoryjnych</w:t>
      </w:r>
      <w:r>
        <w:rPr>
          <w:rFonts w:ascii="Corbel" w:hAnsi="Corbel"/>
          <w:sz w:val="24"/>
          <w:szCs w:val="24"/>
        </w:rPr>
        <w:t>.</w:t>
      </w:r>
    </w:p>
    <w:p w14:paraId="21869B32" w14:textId="77777777" w:rsidR="008B1921" w:rsidRPr="00A9463A" w:rsidRDefault="008B1921" w:rsidP="008B192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B1921" w:rsidRPr="009C54AE" w14:paraId="4A89521C" w14:textId="77777777" w:rsidTr="00D416B5">
        <w:tc>
          <w:tcPr>
            <w:tcW w:w="9639" w:type="dxa"/>
          </w:tcPr>
          <w:p w14:paraId="43FC8BBB" w14:textId="77777777" w:rsidR="008B1921" w:rsidRPr="009C54AE" w:rsidRDefault="008B1921" w:rsidP="00D416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1921" w:rsidRPr="009C54AE" w14:paraId="0DE63CD1" w14:textId="77777777" w:rsidTr="00D416B5">
        <w:tc>
          <w:tcPr>
            <w:tcW w:w="9639" w:type="dxa"/>
          </w:tcPr>
          <w:p w14:paraId="111FD976" w14:textId="77777777" w:rsidR="008B1921" w:rsidRPr="009C54AE" w:rsidRDefault="008B1921" w:rsidP="00D416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funkcjonowania systemu ubezpieczeń społecznych.</w:t>
            </w:r>
          </w:p>
        </w:tc>
      </w:tr>
      <w:tr w:rsidR="008B1921" w:rsidRPr="009C54AE" w14:paraId="2B2E2AFD" w14:textId="77777777" w:rsidTr="00D416B5">
        <w:tc>
          <w:tcPr>
            <w:tcW w:w="9639" w:type="dxa"/>
          </w:tcPr>
          <w:p w14:paraId="54B7D333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Ubezpieczenia społeczne w systemie zabezpieczenia społecznego.</w:t>
            </w:r>
          </w:p>
        </w:tc>
      </w:tr>
      <w:tr w:rsidR="008B1921" w:rsidRPr="009C54AE" w14:paraId="54694F7A" w14:textId="77777777" w:rsidTr="00D416B5">
        <w:tc>
          <w:tcPr>
            <w:tcW w:w="9639" w:type="dxa"/>
          </w:tcPr>
          <w:p w14:paraId="2533EF1F" w14:textId="77777777" w:rsidR="008B1921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podlegania ubezpieczeniom społecznym.</w:t>
            </w:r>
          </w:p>
        </w:tc>
      </w:tr>
      <w:tr w:rsidR="008B1921" w:rsidRPr="009C54AE" w14:paraId="0DE8BB1E" w14:textId="77777777" w:rsidTr="00D416B5">
        <w:tc>
          <w:tcPr>
            <w:tcW w:w="9639" w:type="dxa"/>
          </w:tcPr>
          <w:p w14:paraId="671AE5A4" w14:textId="77777777" w:rsidR="008B1921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ubezpieczeń społecznych.</w:t>
            </w:r>
          </w:p>
        </w:tc>
      </w:tr>
      <w:tr w:rsidR="008B1921" w:rsidRPr="009C54AE" w14:paraId="429B5A02" w14:textId="77777777" w:rsidTr="00D416B5">
        <w:tc>
          <w:tcPr>
            <w:tcW w:w="9639" w:type="dxa"/>
          </w:tcPr>
          <w:p w14:paraId="345F2F03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chorobowego.</w:t>
            </w:r>
          </w:p>
        </w:tc>
      </w:tr>
      <w:tr w:rsidR="008B1921" w:rsidRPr="009C54AE" w14:paraId="087CE762" w14:textId="77777777" w:rsidTr="00D416B5">
        <w:tc>
          <w:tcPr>
            <w:tcW w:w="9639" w:type="dxa"/>
          </w:tcPr>
          <w:p w14:paraId="5CD8E959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rentowego.</w:t>
            </w:r>
          </w:p>
        </w:tc>
      </w:tr>
      <w:tr w:rsidR="008B1921" w:rsidRPr="009C54AE" w14:paraId="3DE3EBDA" w14:textId="77777777" w:rsidTr="00D416B5">
        <w:tc>
          <w:tcPr>
            <w:tcW w:w="9639" w:type="dxa"/>
          </w:tcPr>
          <w:p w14:paraId="3AC54B3B" w14:textId="77777777" w:rsidR="008B1921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wypadkowego.</w:t>
            </w:r>
          </w:p>
        </w:tc>
      </w:tr>
      <w:tr w:rsidR="008B1921" w:rsidRPr="009C54AE" w14:paraId="6E2F7A48" w14:textId="77777777" w:rsidTr="00D416B5">
        <w:tc>
          <w:tcPr>
            <w:tcW w:w="9639" w:type="dxa"/>
          </w:tcPr>
          <w:p w14:paraId="6BDBE6BB" w14:textId="77777777" w:rsidR="008B1921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ubezpieczenia emerytalnego.</w:t>
            </w:r>
          </w:p>
        </w:tc>
      </w:tr>
    </w:tbl>
    <w:p w14:paraId="2E732128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BBEE5" w14:textId="77777777" w:rsidR="008B1921" w:rsidRPr="009C54AE" w:rsidRDefault="008B1921" w:rsidP="008B192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06715FB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C32044" w14:textId="77777777" w:rsidR="008B1921" w:rsidRDefault="008B1921" w:rsidP="008B19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Analiza aktów normatywnych, praca w grupach, dyskusja.</w:t>
      </w:r>
    </w:p>
    <w:p w14:paraId="61B9A1A0" w14:textId="77777777" w:rsidR="008B1921" w:rsidRDefault="008B1921" w:rsidP="008B19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7A578F" w14:textId="77777777" w:rsidR="008B1921" w:rsidRPr="009C54AE" w:rsidRDefault="008B1921" w:rsidP="008B19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57DDA05" w14:textId="77777777" w:rsidR="008B1921" w:rsidRPr="009C54AE" w:rsidRDefault="008B1921" w:rsidP="008B19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21E02F" w14:textId="77777777" w:rsidR="008B1921" w:rsidRPr="009C54AE" w:rsidRDefault="008B1921" w:rsidP="008B19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6A25A45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B1921" w:rsidRPr="009C54AE" w14:paraId="1555CF1F" w14:textId="77777777" w:rsidTr="00D416B5">
        <w:tc>
          <w:tcPr>
            <w:tcW w:w="1962" w:type="dxa"/>
            <w:vAlign w:val="center"/>
          </w:tcPr>
          <w:p w14:paraId="3D6DD1D2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9174D71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02ADF5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D87BE6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1615FA" w14:textId="77777777" w:rsidR="008B1921" w:rsidRPr="009C54AE" w:rsidRDefault="008B1921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B1921" w:rsidRPr="009C54AE" w14:paraId="11B5C391" w14:textId="77777777" w:rsidTr="00D416B5">
        <w:tc>
          <w:tcPr>
            <w:tcW w:w="1962" w:type="dxa"/>
          </w:tcPr>
          <w:p w14:paraId="17F78DB0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EK_01-EK_15</w:t>
            </w:r>
          </w:p>
        </w:tc>
        <w:tc>
          <w:tcPr>
            <w:tcW w:w="5441" w:type="dxa"/>
          </w:tcPr>
          <w:p w14:paraId="0F035FF9" w14:textId="77777777" w:rsidR="008B1921" w:rsidRPr="00DD5403" w:rsidRDefault="008B1921" w:rsidP="00D416B5">
            <w:r w:rsidRPr="00DD5403">
              <w:t xml:space="preserve">Egzamin </w:t>
            </w:r>
            <w:r>
              <w:t>pisemny, obserwacja w trakcie zajęć.</w:t>
            </w:r>
          </w:p>
        </w:tc>
        <w:tc>
          <w:tcPr>
            <w:tcW w:w="2117" w:type="dxa"/>
          </w:tcPr>
          <w:p w14:paraId="0F858E6E" w14:textId="77777777" w:rsidR="008B1921" w:rsidRPr="009C54AE" w:rsidRDefault="008B1921" w:rsidP="00D416B5">
            <w:pPr>
              <w:jc w:val="center"/>
            </w:pPr>
            <w:r>
              <w:t>Konwersatorium</w:t>
            </w:r>
          </w:p>
        </w:tc>
      </w:tr>
    </w:tbl>
    <w:p w14:paraId="051C4E99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FFEA8C" w14:textId="77777777" w:rsidR="008B1921" w:rsidRPr="009C54AE" w:rsidRDefault="008B1921" w:rsidP="008B19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59D5C1B8" w14:textId="77777777" w:rsidR="008B1921" w:rsidRPr="009C54AE" w:rsidRDefault="008B1921" w:rsidP="008B192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B1921" w:rsidRPr="009C54AE" w14:paraId="76989261" w14:textId="77777777" w:rsidTr="00D416B5">
        <w:tc>
          <w:tcPr>
            <w:tcW w:w="9670" w:type="dxa"/>
          </w:tcPr>
          <w:p w14:paraId="787586E8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C57508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ponad 50% punktów z testu jednokrotnego wyboru (15 pytań).</w:t>
            </w:r>
          </w:p>
          <w:p w14:paraId="65278C65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41EC63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kryteria:</w:t>
            </w:r>
          </w:p>
          <w:p w14:paraId="311668CF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BF94A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5,0 – 15 pkt.</w:t>
            </w:r>
          </w:p>
          <w:p w14:paraId="27B7BBF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4,5 – 14 pkt</w:t>
            </w:r>
          </w:p>
          <w:p w14:paraId="4EB3BE83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4,0 – 12-13 pkt</w:t>
            </w:r>
          </w:p>
          <w:p w14:paraId="60A08D1E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3,5 -10-11 pkt</w:t>
            </w:r>
          </w:p>
          <w:p w14:paraId="0A529676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3,0 – 8-9 pkt</w:t>
            </w:r>
          </w:p>
          <w:p w14:paraId="1D62E930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6347911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155552" w14:textId="77777777" w:rsidR="008B1921" w:rsidRPr="009C54AE" w:rsidRDefault="008B1921" w:rsidP="008B192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7703F4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B1921" w:rsidRPr="009C54AE" w14:paraId="2A2528CB" w14:textId="77777777" w:rsidTr="00D416B5">
        <w:tc>
          <w:tcPr>
            <w:tcW w:w="4962" w:type="dxa"/>
            <w:vAlign w:val="center"/>
          </w:tcPr>
          <w:p w14:paraId="4FDF8753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D575358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B1921" w:rsidRPr="009C54AE" w14:paraId="44C06219" w14:textId="77777777" w:rsidTr="00D416B5">
        <w:tc>
          <w:tcPr>
            <w:tcW w:w="4962" w:type="dxa"/>
          </w:tcPr>
          <w:p w14:paraId="6E9AB4B5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013701A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8B1921" w:rsidRPr="009C54AE" w14:paraId="3B8C980E" w14:textId="77777777" w:rsidTr="00D416B5">
        <w:tc>
          <w:tcPr>
            <w:tcW w:w="4962" w:type="dxa"/>
          </w:tcPr>
          <w:p w14:paraId="23802BF4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230570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944C56" w14:textId="77777777" w:rsidR="008B1921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h udział w konsultacjach</w:t>
            </w:r>
          </w:p>
          <w:p w14:paraId="0541775B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1h egzamin</w:t>
            </w:r>
          </w:p>
        </w:tc>
      </w:tr>
      <w:tr w:rsidR="008B1921" w:rsidRPr="009C54AE" w14:paraId="553528F4" w14:textId="77777777" w:rsidTr="00D416B5">
        <w:tc>
          <w:tcPr>
            <w:tcW w:w="4962" w:type="dxa"/>
          </w:tcPr>
          <w:p w14:paraId="1BB21B31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AC9F2EE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0795CEA" w14:textId="77777777" w:rsidR="008B1921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AEE6FA6" w14:textId="77777777" w:rsidR="008B1921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2o h przygotowanie do zajęć</w:t>
            </w:r>
          </w:p>
          <w:p w14:paraId="083E09B3" w14:textId="77777777" w:rsidR="008B1921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 h przygotowanie do egzaminu</w:t>
            </w:r>
          </w:p>
          <w:p w14:paraId="4F06DC10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B1921" w:rsidRPr="009C54AE" w14:paraId="623B46A3" w14:textId="77777777" w:rsidTr="00D416B5">
        <w:tc>
          <w:tcPr>
            <w:tcW w:w="4962" w:type="dxa"/>
          </w:tcPr>
          <w:p w14:paraId="7370FBFE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8039EE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75 </w:t>
            </w:r>
          </w:p>
        </w:tc>
      </w:tr>
      <w:tr w:rsidR="008B1921" w:rsidRPr="009C54AE" w14:paraId="27A04633" w14:textId="77777777" w:rsidTr="00D416B5">
        <w:tc>
          <w:tcPr>
            <w:tcW w:w="4962" w:type="dxa"/>
          </w:tcPr>
          <w:p w14:paraId="1711B9A1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0B03DF" w14:textId="77777777" w:rsidR="008B1921" w:rsidRPr="009C54AE" w:rsidRDefault="008B1921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14:paraId="4AB1D13E" w14:textId="77777777" w:rsidR="008B1921" w:rsidRPr="009C54AE" w:rsidRDefault="008B1921" w:rsidP="008B192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2B512A3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98CC43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BE0E009" w14:textId="77777777" w:rsidR="008B1921" w:rsidRPr="009C54AE" w:rsidRDefault="008B1921" w:rsidP="008B192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B1921" w:rsidRPr="009C54AE" w14:paraId="30BDC583" w14:textId="77777777" w:rsidTr="00D416B5">
        <w:trPr>
          <w:trHeight w:val="397"/>
        </w:trPr>
        <w:tc>
          <w:tcPr>
            <w:tcW w:w="3544" w:type="dxa"/>
          </w:tcPr>
          <w:p w14:paraId="5CFF8DDD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F233E5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B1921" w:rsidRPr="009C54AE" w14:paraId="73116A8C" w14:textId="77777777" w:rsidTr="00D416B5">
        <w:trPr>
          <w:trHeight w:val="397"/>
        </w:trPr>
        <w:tc>
          <w:tcPr>
            <w:tcW w:w="3544" w:type="dxa"/>
          </w:tcPr>
          <w:p w14:paraId="7B4F0CF3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B0C8BB" w14:textId="77777777" w:rsidR="008B1921" w:rsidRPr="009C54AE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E317B09" w14:textId="77777777" w:rsidR="008B1921" w:rsidRPr="009C54AE" w:rsidRDefault="008B1921" w:rsidP="008B192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4A03FA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1876376" w14:textId="77777777" w:rsidR="008B1921" w:rsidRPr="009C54AE" w:rsidRDefault="008B1921" w:rsidP="008B192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B1921" w:rsidRPr="009C54AE" w14:paraId="761B18D9" w14:textId="77777777" w:rsidTr="00D416B5">
        <w:trPr>
          <w:trHeight w:val="397"/>
        </w:trPr>
        <w:tc>
          <w:tcPr>
            <w:tcW w:w="7513" w:type="dxa"/>
          </w:tcPr>
          <w:p w14:paraId="71FF974E" w14:textId="77777777" w:rsidR="008B1921" w:rsidRPr="005D17AF" w:rsidRDefault="008B1921" w:rsidP="00D416B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D17A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55C8BD6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A6D7E5C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Inetta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Jędrasik-Jankowska,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Pojęcia i konstrukcje prawne ubezpieczenia społecznego,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Wolters Kluwer.</w:t>
            </w:r>
          </w:p>
          <w:p w14:paraId="559585BC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64384FF1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Gertruda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Uścińska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Prawo ubezpieczeń społecznych: zasady, finasowanie, organizacja,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Beck.</w:t>
            </w:r>
          </w:p>
          <w:p w14:paraId="5F5FB7CD" w14:textId="77777777" w:rsidR="008B1921" w:rsidRPr="0013052C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  <w:tr w:rsidR="008B1921" w:rsidRPr="009C54AE" w14:paraId="60852D78" w14:textId="77777777" w:rsidTr="00D416B5">
        <w:trPr>
          <w:trHeight w:val="397"/>
        </w:trPr>
        <w:tc>
          <w:tcPr>
            <w:tcW w:w="7513" w:type="dxa"/>
          </w:tcPr>
          <w:p w14:paraId="089533D2" w14:textId="77777777" w:rsidR="008B1921" w:rsidRPr="005D17AF" w:rsidRDefault="008B1921" w:rsidP="00D416B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D17AF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EF1C3D9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BF33D63" w14:textId="77777777" w:rsidR="008B1921" w:rsidRPr="00DD46C4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Grażyna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 ubezpieczeń społecznych. Zagadnienia podstawowe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Kluwer.</w:t>
            </w:r>
          </w:p>
          <w:p w14:paraId="3D86EBD6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C1247BB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Gertruda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Uścińska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Prawo zabezpieczenia społecznego,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C.H. Beck.</w:t>
            </w:r>
          </w:p>
          <w:p w14:paraId="6456CCB7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0F86504" w14:textId="77777777" w:rsidR="008B1921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Alina Wypych-Żywicka, </w:t>
            </w:r>
            <w:r w:rsidRPr="00DD46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System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prawa ubezpieczeń społecznych. Tom I. Część Ogólna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Wolters Kluwer.</w:t>
            </w:r>
          </w:p>
          <w:p w14:paraId="044830CF" w14:textId="77777777" w:rsidR="008B1921" w:rsidRPr="00DD46C4" w:rsidRDefault="008B1921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02E3E3D" w14:textId="77777777" w:rsidR="008B1921" w:rsidRPr="009C54AE" w:rsidRDefault="008B1921" w:rsidP="008B192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16AEB6" w14:textId="77777777" w:rsidR="008B1921" w:rsidRPr="009C54AE" w:rsidRDefault="008B1921" w:rsidP="008B192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B3B2E4" w14:textId="77777777" w:rsidR="008B1921" w:rsidRPr="00B169DF" w:rsidRDefault="008B1921" w:rsidP="008B1921">
      <w:pPr>
        <w:pStyle w:val="Punktygwne"/>
        <w:spacing w:before="0" w:after="0"/>
        <w:rPr>
          <w:rFonts w:ascii="Corbel" w:hAnsi="Corbel"/>
          <w:szCs w:val="24"/>
        </w:rPr>
      </w:pPr>
    </w:p>
    <w:sectPr w:rsidR="008B1921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3B448" w14:textId="77777777" w:rsidR="009D6D43" w:rsidRDefault="009D6D43" w:rsidP="00C16ABF">
      <w:pPr>
        <w:spacing w:after="0" w:line="240" w:lineRule="auto"/>
      </w:pPr>
      <w:r>
        <w:separator/>
      </w:r>
    </w:p>
  </w:endnote>
  <w:endnote w:type="continuationSeparator" w:id="0">
    <w:p w14:paraId="6D4D84B5" w14:textId="77777777" w:rsidR="009D6D43" w:rsidRDefault="009D6D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AB4DB" w14:textId="77777777" w:rsidR="009D6D43" w:rsidRDefault="009D6D43" w:rsidP="00C16ABF">
      <w:pPr>
        <w:spacing w:after="0" w:line="240" w:lineRule="auto"/>
      </w:pPr>
      <w:r>
        <w:separator/>
      </w:r>
    </w:p>
  </w:footnote>
  <w:footnote w:type="continuationSeparator" w:id="0">
    <w:p w14:paraId="39B71050" w14:textId="77777777" w:rsidR="009D6D43" w:rsidRDefault="009D6D43" w:rsidP="00C16ABF">
      <w:pPr>
        <w:spacing w:after="0" w:line="240" w:lineRule="auto"/>
      </w:pPr>
      <w:r>
        <w:continuationSeparator/>
      </w:r>
    </w:p>
  </w:footnote>
  <w:footnote w:id="1">
    <w:p w14:paraId="36393C08" w14:textId="77777777" w:rsidR="008B1921" w:rsidRDefault="008B1921" w:rsidP="008B192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4883609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122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92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6D43"/>
    <w:rsid w:val="009E0543"/>
    <w:rsid w:val="009E3B41"/>
    <w:rsid w:val="009F3C5C"/>
    <w:rsid w:val="009F4610"/>
    <w:rsid w:val="00A00ECC"/>
    <w:rsid w:val="00A155EE"/>
    <w:rsid w:val="00A2245B"/>
    <w:rsid w:val="00A2318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9BA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D2A54-0141-4363-BFFE-D0BE97AA9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931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2023-10-16T12:35:00Z</dcterms:created>
  <dcterms:modified xsi:type="dcterms:W3CDTF">2023-10-16T12:35:00Z</dcterms:modified>
</cp:coreProperties>
</file>